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21" w:rsidRDefault="00A319C7" w:rsidP="009C5306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043" style="position:absolute;margin-left:1.65pt;margin-top:-8.25pt;width:534.6pt;height:63pt;z-index:251658240" coordorigin="753,555" coordsize="10152,1260">
            <v:group id="_x0000_s1044" style="position:absolute;left:1410;top:555;width:9495;height:1260" coordorigin="1410,555" coordsize="9495,1260">
              <v:rect id="_x0000_s1045" style="position:absolute;left:1410;top:555;width:9495;height:1260" filled="f" stroked="f">
                <v:textbox style="mso-next-textbox:#_x0000_s1045">
                  <w:txbxContent>
                    <w:p w:rsidR="00C43A21" w:rsidRPr="0021511C" w:rsidRDefault="00C43A21" w:rsidP="00C43A21">
                      <w:pPr>
                        <w:tabs>
                          <w:tab w:val="right" w:pos="5580"/>
                          <w:tab w:val="right" w:pos="963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591002">
                          <w:rPr>
                            <w:noProof/>
                          </w:rPr>
                          <w:t>HW48_TriangleMissingAngles</w:t>
                        </w:r>
                      </w:fldSimple>
                    </w:p>
                    <w:p w:rsidR="00C43A21" w:rsidRPr="00311F19" w:rsidRDefault="00C43A21" w:rsidP="00C43A2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Tiénou-Gustafson, Mr. Bielmeier</w:t>
                      </w:r>
                    </w:p>
                    <w:p w:rsidR="00C43A21" w:rsidRPr="0021511C" w:rsidRDefault="00C43A21" w:rsidP="00C43A21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C43A21" w:rsidRPr="0021511C" w:rsidRDefault="00C43A21" w:rsidP="00C43A2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007768">
                        <w:rPr>
                          <w:u w:val="single"/>
                        </w:rPr>
                        <w:t>Mon, Nov 3, 2014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46" style="position:absolute;left:8985;top:900;width:1755;height:780" arcsize="10923f">
                <v:shadow on="t"/>
                <v:textbox style="mso-next-textbox:#_x0000_s1046" inset=",0,,0">
                  <w:txbxContent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753;top:672;width:756;height:1008">
              <v:imagedata r:id="rId7" o:title="El Mate Vive"/>
            </v:shape>
          </v:group>
        </w:pic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9C5306">
      <w:pPr>
        <w:outlineLvl w:val="0"/>
        <w:rPr>
          <w:rFonts w:ascii="Calibri" w:hAnsi="Calibri" w:cs="Cambria"/>
          <w:b/>
          <w:i/>
          <w:sz w:val="22"/>
          <w:u w:val="single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</w:t>
      </w:r>
      <w:proofErr w:type="gramStart"/>
      <w:r w:rsidRPr="0040113D">
        <w:rPr>
          <w:rFonts w:ascii="Calibri" w:hAnsi="Calibri" w:cs="Cambria"/>
          <w:b/>
          <w:sz w:val="22"/>
        </w:rPr>
        <w:t xml:space="preserve">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  <w:proofErr w:type="gramEnd"/>
    </w:p>
    <w:tbl>
      <w:tblPr>
        <w:tblW w:w="1107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8"/>
        <w:gridCol w:w="1419"/>
        <w:gridCol w:w="140"/>
        <w:gridCol w:w="277"/>
        <w:gridCol w:w="1836"/>
        <w:gridCol w:w="3672"/>
      </w:tblGrid>
      <w:tr w:rsidR="00E137A1" w:rsidTr="00B841DD">
        <w:tc>
          <w:tcPr>
            <w:tcW w:w="5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  <w:r w:rsidRPr="00B3256E">
              <w:rPr>
                <w:rFonts w:ascii="Calibri" w:hAnsi="Calibri" w:cs="Arial"/>
              </w:rPr>
              <w:t>) What is the value of z in the picture below?</w:t>
            </w:r>
          </w:p>
          <w:p w:rsidR="00E137A1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3225" w:dyaOrig="3240">
                <v:shape id="_x0000_i1025" type="#_x0000_t75" style="width:114.1pt;height:115.45pt" o:ole="">
                  <v:imagedata r:id="rId8" o:title=""/>
                </v:shape>
                <o:OLEObject Type="Embed" ProgID="PBrush" ShapeID="_x0000_i1025" DrawAspect="Content" ObjectID="_1475874167" r:id="rId9"/>
              </w:object>
            </w:r>
          </w:p>
          <w:p w:rsidR="00E137A1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3256E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</w:t>
            </w:r>
            <w:r w:rsidRPr="00B3256E">
              <w:rPr>
                <w:rFonts w:ascii="Calibri" w:hAnsi="Calibri" w:cs="Arial"/>
              </w:rPr>
              <w:t>) Solve for x:</w:t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620873" cy="1118631"/>
                  <wp:effectExtent l="19050" t="0" r="0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4286" b="2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392" cy="1117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37A1" w:rsidRPr="00B3256E" w:rsidRDefault="00E137A1" w:rsidP="00CF6299">
            <w:pPr>
              <w:rPr>
                <w:rFonts w:ascii="Calibri" w:hAnsi="Calibri" w:cs="Arial"/>
              </w:rPr>
            </w:pPr>
          </w:p>
        </w:tc>
      </w:tr>
      <w:tr w:rsidR="00E137A1" w:rsidRPr="00DB0204" w:rsidTr="00B841DD">
        <w:tc>
          <w:tcPr>
            <w:tcW w:w="5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B841DD" w:rsidP="00B841D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  <w:r w:rsidRPr="00B3256E">
              <w:rPr>
                <w:rFonts w:ascii="Calibri" w:hAnsi="Calibri" w:cs="Arial"/>
              </w:rPr>
              <w:t xml:space="preserve">) </w:t>
            </w:r>
            <w:r>
              <w:rPr>
                <w:rFonts w:ascii="Calibri" w:hAnsi="Calibri" w:cs="Arial"/>
              </w:rPr>
              <w:t xml:space="preserve">Find the measure of angles A, </w:t>
            </w:r>
            <w:proofErr w:type="gramStart"/>
            <w:r>
              <w:rPr>
                <w:rFonts w:ascii="Calibri" w:hAnsi="Calibri" w:cs="Arial"/>
              </w:rPr>
              <w:t>B</w:t>
            </w:r>
            <w:proofErr w:type="gramEnd"/>
            <w:r>
              <w:rPr>
                <w:rFonts w:ascii="Calibri" w:hAnsi="Calibri" w:cs="Arial"/>
              </w:rPr>
              <w:t xml:space="preserve"> and C</w:t>
            </w:r>
            <w:r w:rsidRPr="00B3256E">
              <w:rPr>
                <w:rFonts w:ascii="Calibri" w:hAnsi="Calibri" w:cs="Arial"/>
              </w:rPr>
              <w:t>.</w:t>
            </w:r>
          </w:p>
          <w:p w:rsidR="00B841DD" w:rsidRPr="00B3256E" w:rsidRDefault="00B841DD" w:rsidP="00B841DD">
            <w:pPr>
              <w:rPr>
                <w:rFonts w:ascii="Calibri" w:hAnsi="Calibri" w:cs="Arial"/>
              </w:rPr>
            </w:pPr>
          </w:p>
          <w:p w:rsidR="00E137A1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6765" w:dyaOrig="2880">
                <v:shape id="_x0000_i1026" type="#_x0000_t75" style="width:202.4pt;height:86.95pt" o:ole="">
                  <v:imagedata r:id="rId11" o:title=""/>
                </v:shape>
                <o:OLEObject Type="Embed" ProgID="PBrush" ShapeID="_x0000_i1026" DrawAspect="Content" ObjectID="_1475874168" r:id="rId12"/>
              </w:object>
            </w:r>
          </w:p>
          <w:p w:rsidR="00E137A1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CF6299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E137A1" w:rsidP="00CF629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</w:t>
            </w:r>
            <w:r w:rsidRPr="00B3256E">
              <w:rPr>
                <w:rFonts w:ascii="Calibri" w:hAnsi="Calibri" w:cs="Arial"/>
              </w:rPr>
              <w:t>) Solve for x:</w:t>
            </w:r>
          </w:p>
          <w:p w:rsidR="00E137A1" w:rsidRPr="00B3256E" w:rsidRDefault="00E137A1" w:rsidP="00CF6299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2528561" cy="1353787"/>
                  <wp:effectExtent l="19050" t="0" r="5089" b="0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1896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44" cy="1355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1DD" w:rsidRPr="00056B16" w:rsidTr="00B841DD">
        <w:tblPrEx>
          <w:tblLook w:val="04A0"/>
        </w:tblPrEx>
        <w:tc>
          <w:tcPr>
            <w:tcW w:w="5564" w:type="dxa"/>
            <w:gridSpan w:val="4"/>
            <w:shd w:val="clear" w:color="auto" w:fill="auto"/>
          </w:tcPr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margin-left:238.7pt;margin-top:17.1pt;width:20.05pt;height:21pt;z-index:25166643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" filled="f" stroked="f">
                  <v:textbox style="mso-next-textbox:#_x0000_s1054;mso-fit-shape-to-text:t">
                    <w:txbxContent>
                      <w:p w:rsidR="00B841DD" w:rsidRDefault="00B841DD" w:rsidP="00B841DD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 w:rsidR="00B841DD" w:rsidRPr="00056B16">
              <w:rPr>
                <w:rFonts w:ascii="Calibri" w:hAnsi="Calibri" w:cs="Calibri"/>
              </w:rPr>
              <w:t>12) Segments AB, CD, and EF intersect at H. What is the measure of 2 times angle EHB?</w: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Text Box 2" o:spid="_x0000_s1051" type="#_x0000_t202" style="position:absolute;margin-left:166.4pt;margin-top:6.25pt;width:20.05pt;height:21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" filled="f" stroked="f">
                  <v:textbox style="mso-next-textbox:#Text Box 2;mso-fit-shape-to-text:t">
                    <w:txbxContent>
                      <w:p w:rsidR="00B841DD" w:rsidRDefault="00B841DD" w:rsidP="00B841DD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</w:rPr>
              <w:pict>
                <v:line id="Straight Connector 355" o:spid="_x0000_s1048" style="position:absolute;flip:y;z-index:251660288;visibility:visible;mso-width-relative:margin;mso-height-relative:margin" from="215.5pt,12.75pt" to="248.1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" strokeweight="1.5pt"/>
              </w:pic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57" type="#_x0000_t202" style="position:absolute;margin-left:211.3pt;margin-top:1.45pt;width:29.3pt;height:24.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" filled="f" stroked="f">
                  <v:textbox style="mso-next-textbox:#_x0000_s1057">
                    <w:txbxContent>
                      <w:p w:rsidR="00B841DD" w:rsidRDefault="00A319C7" w:rsidP="00B841DD">
                        <w:r w:rsidRPr="00A319C7">
                          <w:rPr>
                            <w:rFonts w:eastAsia="Calibri"/>
                          </w:rPr>
                          <w:pict>
                            <v:shape id="_x0000_i1032" type="#_x0000_t75" style="width:17.6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B2451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Pr=&quot;007B2451&quot; wsp:rsidRDefault=&quot;007B2451&quot; wsp:rsidP=&quot;007B2451&quot;&gt;&lt;m:oMathPara&gt;&lt;m:oMath&gt;&lt;m:r&gt;&lt;w:rPr&gt;&lt;w:rFonts w:ascii=&quot;Cambria Math&quot; w:h-ansi=&quot;Cambria Math&quot;/&gt;&lt;wx:font wx:val=&quot;Cambria Math&quot;/&gt;&lt;w:i/&gt;&lt;/w:rPr&gt;&lt;m:t&gt;55Â°&lt;/m:t&gt;&lt;/m:r&gt;&lt;/m:oMath&gt;&lt;/m:oMathPara&gt;&lt;/w:p&gt;&lt;w:sectPr wsp:rsidR=&quot;00000000&quot; wsp:rsidRPr=&quot;007B2451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</w:rPr>
              <w:pict>
                <v:shape id="_x0000_s1055" type="#_x0000_t202" style="position:absolute;margin-left:255.7pt;margin-top:1.15pt;width:20.05pt;height:21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" filled="f" stroked="f">
                  <v:textbox style="mso-next-textbox:#_x0000_s1055;mso-fit-shape-to-text:t">
                    <w:txbxContent>
                      <w:p w:rsidR="00B841DD" w:rsidRDefault="00B841DD" w:rsidP="00B841DD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</w:rPr>
              <w:pict>
                <v:line id="Straight Connector 358" o:spid="_x0000_s1050" style="position:absolute;z-index:251662336;visibility:visible;mso-width-relative:margin;mso-height-relative:margin" from="186.2pt,4.7pt" to="264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" strokeweight="1.5pt"/>
              </w:pic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line id="Straight Connector 359" o:spid="_x0000_s1049" style="position:absolute;flip:y;z-index:251661312;visibility:visible;mso-width-relative:margin;mso-height-relative:margin" from="177.8pt,8.05pt" to="26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" strokeweight="1.5pt"/>
              </w:pic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56" type="#_x0000_t202" style="position:absolute;margin-left:157.45pt;margin-top:6.35pt;width:20.05pt;height:21pt;z-index:2516684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" filled="f" stroked="f">
                  <v:textbox style="mso-next-textbox:#_x0000_s1056;mso-fit-shape-to-text:t">
                    <w:txbxContent>
                      <w:p w:rsidR="00B841DD" w:rsidRDefault="00B841DD" w:rsidP="00B841DD">
                        <w: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</w:rPr>
              <w:pict>
                <v:shape id="_x0000_s1059" type="#_x0000_t202" style="position:absolute;margin-left:223.5pt;margin-top:7.65pt;width:20.05pt;height:21pt;z-index:2516715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" filled="f" stroked="f">
                  <v:textbox style="mso-next-textbox:#_x0000_s1059;mso-fit-shape-to-text:t">
                    <w:txbxContent>
                      <w:p w:rsidR="00B841DD" w:rsidRDefault="00B841DD" w:rsidP="00B841DD">
                        <w:r>
                          <w:t>H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Calibri" w:hAnsi="Calibri" w:cs="Calibri"/>
                <w:noProof/>
              </w:rPr>
              <w:pict>
                <v:shape id="_x0000_s1058" type="#_x0000_t202" style="position:absolute;margin-left:193.65pt;margin-top:7.15pt;width:37.65pt;height:25.1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" filled="f" stroked="f">
                  <v:textbox style="mso-next-textbox:#_x0000_s1058">
                    <w:txbxContent>
                      <w:p w:rsidR="00B841DD" w:rsidRDefault="00B841DD" w:rsidP="00B841DD">
                        <w:r>
                          <w:t>28</w:t>
                        </w:r>
                        <w:r w:rsidR="00A319C7" w:rsidRPr="00D87DFE">
                          <w:fldChar w:fldCharType="begin"/>
                        </w:r>
                        <w:r w:rsidRPr="00D87DFE">
                          <w:instrText xml:space="preserve"> QUOTE </w:instrText>
                        </w:r>
                        <w:r w:rsidR="00A319C7" w:rsidRPr="00A319C7">
                          <w:rPr>
                            <w:position w:val="-6"/>
                          </w:rPr>
                          <w:pict>
                            <v:shape id="_x0000_i1033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1CF8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7D1CF8&quot; wsp:rsidP=&quot;007D1CF8&quot;&gt;&lt;m:oMathPara&gt;&lt;m:oMath&gt;&lt;m:r&gt;&lt;w:rPr&gt;&lt;w:rFonts w:ascii=&quot;Cambria Math&quot; w:h-ansi=&quot;Cambria Math&quot;/&gt;&lt;wx:font wx:val=&quot;Cambria Math&quot;/&gt;&lt;w:i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            <v:imagedata r:id="rId15" o:title="" chromakey="white"/>
                            </v:shape>
                          </w:pict>
                        </w:r>
                        <w:r w:rsidRPr="00D87DFE">
                          <w:instrText xml:space="preserve"> </w:instrText>
                        </w:r>
                        <w:r w:rsidR="00A319C7" w:rsidRPr="00D87DFE">
                          <w:fldChar w:fldCharType="separate"/>
                        </w:r>
                        <w:r w:rsidR="00A319C7" w:rsidRPr="00A319C7">
                          <w:rPr>
                            <w:position w:val="-6"/>
                          </w:rPr>
                          <w:pict>
                            <v:shape id="_x0000_i1034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1CF8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7D1CF8&quot; wsp:rsidP=&quot;007D1CF8&quot;&gt;&lt;m:oMathPara&gt;&lt;m:oMath&gt;&lt;m:r&gt;&lt;w:rPr&gt;&lt;w:rFonts w:ascii=&quot;Cambria Math&quot; w:h-ansi=&quot;Cambria Math&quot;/&gt;&lt;wx:font wx:val=&quot;Cambria Math&quot;/&gt;&lt;w:i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            <v:imagedata r:id="rId15" o:title="" chromakey="white"/>
                            </v:shape>
                          </w:pict>
                        </w:r>
                        <w:r w:rsidR="00A319C7" w:rsidRPr="00D87DFE">
                          <w:fldChar w:fldCharType="end"/>
                        </w:r>
                      </w:p>
                    </w:txbxContent>
                  </v:textbox>
                </v:shape>
              </w:pic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52" type="#_x0000_t202" style="position:absolute;margin-left:253.55pt;margin-top:5.95pt;width:20.05pt;height:21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" filled="f" stroked="f">
                  <v:textbox style="mso-next-textbox:#_x0000_s1052;mso-fit-shape-to-text:t">
                    <w:txbxContent>
                      <w:p w:rsidR="00B841DD" w:rsidRDefault="00B841DD" w:rsidP="00B841DD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="00B841DD" w:rsidRPr="00056B16">
              <w:rPr>
                <w:rFonts w:ascii="Calibri" w:hAnsi="Calibri" w:cs="Calibri"/>
              </w:rPr>
              <w:t xml:space="preserve">A. </w:t>
            </w:r>
            <w:r w:rsidR="00B841DD" w:rsidRPr="00056B16">
              <w:rPr>
                <w:rFonts w:ascii="Calibri" w:hAnsi="Calibri" w:cs="Calibri"/>
                <w:noProof/>
              </w:rPr>
              <w:t xml:space="preserve"> 28</w:t>
            </w:r>
            <w:r w:rsidR="00007768" w:rsidRPr="00A319C7">
              <w:rPr>
                <w:rFonts w:ascii="Calibri" w:hAnsi="Calibri" w:cs="Calibri"/>
                <w:position w:val="-6"/>
              </w:rPr>
              <w:pict>
                <v:shape id="_x0000_i1027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465B7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0465B7&quot; wsp:rsidP=&quot;000465B7&quot;&gt;&lt;m:oMathPara&gt;&lt;m:oMath&gt;&lt;m:r&gt;&lt;w:rPr&gt;&lt;w:rFonts w:ascii=&quot;Cambria Math&quot; w:h-ansi=&quot;Cambria Math&quot; w:cs=&quot;Calibri&quot;/&gt;&lt;wx:font wx:val=&quot;Cambria Math&quot;/&gt;&lt;w:i/&gt;&lt;w:noProof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</w:p>
          <w:p w:rsidR="00B841DD" w:rsidRPr="00056B16" w:rsidRDefault="00A319C7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pict>
                <v:shape id="_x0000_s1053" type="#_x0000_t202" style="position:absolute;margin-left:195.05pt;margin-top:2.85pt;width:20.05pt;height:21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" filled="f" stroked="f">
                  <v:textbox style="mso-next-textbox:#_x0000_s1053;mso-fit-shape-to-text:t">
                    <w:txbxContent>
                      <w:p w:rsidR="00B841DD" w:rsidRDefault="00B841DD" w:rsidP="00B841DD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 w:rsidR="00B841DD" w:rsidRPr="00056B16">
              <w:rPr>
                <w:rFonts w:ascii="Calibri" w:hAnsi="Calibri" w:cs="Calibri"/>
              </w:rPr>
              <w:t xml:space="preserve">B. </w:t>
            </w:r>
            <w:r w:rsidR="00B841DD" w:rsidRPr="00056B16">
              <w:rPr>
                <w:rFonts w:ascii="Calibri" w:hAnsi="Calibri" w:cs="Calibri"/>
                <w:noProof/>
              </w:rPr>
              <w:t>55</w:t>
            </w:r>
            <w:r w:rsidR="00007768" w:rsidRPr="00A319C7">
              <w:rPr>
                <w:rFonts w:ascii="Calibri" w:hAnsi="Calibri" w:cs="Calibri"/>
                <w:position w:val="-6"/>
              </w:rPr>
              <w:pict>
                <v:shape id="_x0000_i1028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6E3E3C&quot;/&gt;&lt;wsp:rsid wsp:val=&quot;00772BAB&quot;/&gt;&lt;wsp:rsid wsp:val=&quot;007817D7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6E3E3C&quot; wsp:rsidP=&quot;006E3E3C&quot;&gt;&lt;m:oMathPara&gt;&lt;m:oMath&gt;&lt;m:r&gt;&lt;w:rPr&gt;&lt;w:rFonts w:ascii=&quot;Cambria Math&quot; w:h-ansi=&quot;Cambria Math&quot; w:cs=&quot;Calibri&quot;/&gt;&lt;wx:font wx:val=&quot;Cambria Math&quot;/&gt;&lt;w:i/&gt;&lt;w:noProof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  <w:r w:rsidRPr="00056B16">
              <w:rPr>
                <w:rFonts w:ascii="Calibri" w:hAnsi="Calibri" w:cs="Calibri"/>
              </w:rPr>
              <w:t>C. 110</w:t>
            </w:r>
            <w:r w:rsidR="00007768" w:rsidRPr="00A319C7">
              <w:rPr>
                <w:rFonts w:ascii="Calibri" w:hAnsi="Calibri" w:cs="Calibri"/>
                <w:position w:val="-6"/>
              </w:rPr>
              <w:pict>
                <v:shape id="_x0000_i1029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10C67&quot;/&gt;&lt;wsp:rsid wsp:val=&quot;001238FF&quot;/&gt;&lt;wsp:rsid wsp:val=&quot;001C2A6E&quot;/&gt;&lt;wsp:rsid wsp:val=&quot;002F5CA4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110C67&quot; wsp:rsidP=&quot;00110C67&quot;&gt;&lt;m:oMathPara&gt;&lt;m:oMath&gt;&lt;m:r&gt;&lt;w:rPr&gt;&lt;w:rFonts w:ascii=&quot;Cambria Math&quot; w:h-ansi=&quot;Cambria Math&quot; w:cs=&quot;Calibri&quot;/&gt;&lt;wx:font wx:val=&quot;Cambria Math&quot;/&gt;&lt;w:i/&gt;&lt;w:noProof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  <w:r w:rsidRPr="00056B16">
              <w:rPr>
                <w:rFonts w:ascii="Calibri" w:hAnsi="Calibri" w:cs="Calibri"/>
              </w:rPr>
              <w:t>D.</w:t>
            </w:r>
            <w:r w:rsidRPr="00056B16">
              <w:rPr>
                <w:rFonts w:ascii="Calibri" w:hAnsi="Calibri" w:cs="Calibri"/>
                <w:noProof/>
              </w:rPr>
              <w:t xml:space="preserve"> 180</w:t>
            </w:r>
            <w:r w:rsidR="00007768" w:rsidRPr="00A319C7">
              <w:rPr>
                <w:rFonts w:ascii="Calibri" w:hAnsi="Calibri" w:cs="Calibri"/>
                <w:position w:val="-6"/>
              </w:rPr>
              <w:pict>
                <v:shape id="_x0000_i1030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121E&quot;/&gt;&lt;wsp:rsid wsp:val=&quot;00356710&quot;/&gt;&lt;wsp:rsid wsp:val=&quot;003744C6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35121E&quot; wsp:rsidP=&quot;0035121E&quot;&gt;&lt;m:oMathPara&gt;&lt;m:oMath&gt;&lt;m:r&gt;&lt;w:rPr&gt;&lt;w:rFonts w:ascii=&quot;Cambria Math&quot; w:h-ansi=&quot;Cambria Math&quot; w:cs=&quot;Calibri&quot;/&gt;&lt;wx:font wx:val=&quot;Cambria Math&quot;/&gt;&lt;w:i/&gt;&lt;w:noProof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</w:p>
          <w:p w:rsidR="00B841DD" w:rsidRPr="00056B16" w:rsidRDefault="00B841DD" w:rsidP="00CF6299">
            <w:pPr>
              <w:rPr>
                <w:rFonts w:ascii="Calibri" w:hAnsi="Calibri" w:cs="Calibri"/>
                <w:noProof/>
              </w:rPr>
            </w:pPr>
            <w:r w:rsidRPr="00056B16">
              <w:rPr>
                <w:rFonts w:ascii="Calibri" w:hAnsi="Calibri" w:cs="Calibri"/>
              </w:rPr>
              <w:t xml:space="preserve">E. </w:t>
            </w:r>
            <w:r w:rsidRPr="00056B16">
              <w:rPr>
                <w:rFonts w:ascii="Calibri" w:hAnsi="Calibri" w:cs="Calibri"/>
                <w:noProof/>
              </w:rPr>
              <w:t xml:space="preserve"> 194</w:t>
            </w:r>
            <w:r w:rsidR="00007768" w:rsidRPr="00A319C7">
              <w:rPr>
                <w:rFonts w:ascii="Calibri" w:hAnsi="Calibri" w:cs="Calibri"/>
                <w:position w:val="-6"/>
              </w:rPr>
              <w:pict>
                <v:shape id="_x0000_i1031" type="#_x0000_t75" style="width: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0&quot;/&gt;&lt;w:doNotEmbedSystemFonts/&gt;&lt;w:stylePaneFormatFilter w:val=&quot;3F01&quot;/&gt;&lt;w:defaultTabStop w:val=&quot;720&quot;/&gt;&lt;w:drawingGridHorizontalSpacing w:val=&quot;120&quot;/&gt;&lt;w:displayHorizontalDrawingGridEvery w:val=&quot;2&quot;/&gt;&lt;w:punctuationKerning/&gt;&lt;w:characterSpacingControl w:val=&quot;DontCompress&quot;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F4694&quot;/&gt;&lt;wsp:rsid wsp:val=&quot;00092323&quot;/&gt;&lt;wsp:rsid wsp:val=&quot;001238FF&quot;/&gt;&lt;wsp:rsid wsp:val=&quot;001C2A6E&quot;/&gt;&lt;wsp:rsid wsp:val=&quot;002F5CA4&quot;/&gt;&lt;wsp:rsid wsp:val=&quot;00356710&quot;/&gt;&lt;wsp:rsid wsp:val=&quot;003744C6&quot;/&gt;&lt;wsp:rsid wsp:val=&quot;0047388F&quot;/&gt;&lt;wsp:rsid wsp:val=&quot;004F4892&quot;/&gt;&lt;wsp:rsid wsp:val=&quot;00524264&quot;/&gt;&lt;wsp:rsid wsp:val=&quot;005679BC&quot;/&gt;&lt;wsp:rsid wsp:val=&quot;005D7A8D&quot;/&gt;&lt;wsp:rsid wsp:val=&quot;006053F8&quot;/&gt;&lt;wsp:rsid wsp:val=&quot;00772BAB&quot;/&gt;&lt;wsp:rsid wsp:val=&quot;007817D7&quot;/&gt;&lt;wsp:rsid wsp:val=&quot;007D62A8&quot;/&gt;&lt;wsp:rsid wsp:val=&quot;00817EE1&quot;/&gt;&lt;wsp:rsid wsp:val=&quot;008A2125&quot;/&gt;&lt;wsp:rsid wsp:val=&quot;009C5306&quot;/&gt;&lt;wsp:rsid wsp:val=&quot;00A05874&quot;/&gt;&lt;wsp:rsid wsp:val=&quot;00A61580&quot;/&gt;&lt;wsp:rsid wsp:val=&quot;00A943BA&quot;/&gt;&lt;wsp:rsid wsp:val=&quot;00BB482B&quot;/&gt;&lt;wsp:rsid wsp:val=&quot;00BE36D3&quot;/&gt;&lt;wsp:rsid wsp:val=&quot;00C023C7&quot;/&gt;&lt;wsp:rsid wsp:val=&quot;00C03D5C&quot;/&gt;&lt;wsp:rsid wsp:val=&quot;00C13CD3&quot;/&gt;&lt;wsp:rsid wsp:val=&quot;00C60A52&quot;/&gt;&lt;wsp:rsid wsp:val=&quot;00D0517C&quot;/&gt;&lt;wsp:rsid wsp:val=&quot;00D1503F&quot;/&gt;&lt;wsp:rsid wsp:val=&quot;00D50AAE&quot;/&gt;&lt;wsp:rsid wsp:val=&quot;00D67C30&quot;/&gt;&lt;wsp:rsid wsp:val=&quot;00D7507B&quot;/&gt;&lt;wsp:rsid wsp:val=&quot;00D87DFE&quot;/&gt;&lt;wsp:rsid wsp:val=&quot;00D94DE9&quot;/&gt;&lt;wsp:rsid wsp:val=&quot;00DA0955&quot;/&gt;&lt;wsp:rsid wsp:val=&quot;00DB0204&quot;/&gt;&lt;wsp:rsid wsp:val=&quot;00DE7BE4&quot;/&gt;&lt;wsp:rsid wsp:val=&quot;00E518B6&quot;/&gt;&lt;wsp:rsid wsp:val=&quot;00E83BDA&quot;/&gt;&lt;wsp:rsid wsp:val=&quot;00F5198B&quot;/&gt;&lt;/wsp:rsids&gt;&lt;/w:docPr&gt;&lt;w:body&gt;&lt;wx:sect&gt;&lt;w:p wsp:rsidR=&quot;00000000&quot; wsp:rsidRDefault=&quot;0047388F&quot; wsp:rsidP=&quot;0047388F&quot;&gt;&lt;m:oMathPara&gt;&lt;m:oMath&gt;&lt;m:r&gt;&lt;w:rPr&gt;&lt;w:rFonts w:ascii=&quot;Cambria Math&quot; w:h-ansi=&quot;Cambria Math&quot; w:cs=&quot;Calibri&quot;/&gt;&lt;wx:font wx:val=&quot;Cambria Math&quot;/&gt;&lt;w:i/&gt;&lt;w:noProof/&gt;&lt;/w:rPr&gt;&lt;m:t&gt;Â°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B841DD" w:rsidRDefault="00B841DD" w:rsidP="00CF6299">
            <w:pPr>
              <w:rPr>
                <w:rFonts w:ascii="Calibri" w:hAnsi="Calibri" w:cs="Calibri"/>
              </w:rPr>
            </w:pP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</w:p>
          <w:p w:rsidR="00B841DD" w:rsidRPr="00056B16" w:rsidRDefault="00B841DD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  <w:r w:rsidRPr="00F071FB">
              <w:rPr>
                <w:rFonts w:ascii="Calibri" w:hAnsi="Calibri" w:cs="Arial"/>
              </w:rPr>
              <w:t xml:space="preserve">) The area of a triangle is 578 </w:t>
            </w:r>
            <w:r>
              <w:rPr>
                <w:rFonts w:ascii="Calibri" w:hAnsi="Calibri" w:cs="Arial"/>
              </w:rPr>
              <w:t>cm</w:t>
            </w:r>
            <w:r w:rsidRPr="00E85EB7">
              <w:rPr>
                <w:rFonts w:ascii="Calibri" w:hAnsi="Calibri" w:cs="Arial"/>
                <w:vertAlign w:val="superscript"/>
              </w:rPr>
              <w:t>2</w:t>
            </w:r>
            <w:r w:rsidRPr="00F071FB">
              <w:rPr>
                <w:rFonts w:ascii="Calibri" w:hAnsi="Calibri" w:cs="Arial"/>
              </w:rPr>
              <w:t>. Its base is four time the length of its height. Find the height and base of the triangle.</w:t>
            </w:r>
          </w:p>
          <w:p w:rsidR="00B841DD" w:rsidRPr="00056B16" w:rsidRDefault="00B841DD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B841DD" w:rsidRPr="00DB0204" w:rsidTr="00B841DD">
        <w:tc>
          <w:tcPr>
            <w:tcW w:w="5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A0876" w:rsidRDefault="00B841DD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BA0876">
              <w:rPr>
                <w:rFonts w:ascii="Calibri" w:hAnsi="Calibri" w:cs="Calibri"/>
              </w:rPr>
              <w:lastRenderedPageBreak/>
              <w:t xml:space="preserve">4) </w: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988945" cy="1706245"/>
                  <wp:effectExtent l="19050" t="0" r="1905" b="0"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945" cy="170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</w:t>
            </w:r>
            <w:r w:rsidRPr="00F071FB">
              <w:rPr>
                <w:rFonts w:ascii="Calibri" w:hAnsi="Calibri" w:cs="Arial"/>
              </w:rPr>
              <w:t>) Find the area of the figure below</w:t>
            </w:r>
            <w:r>
              <w:rPr>
                <w:rFonts w:ascii="Calibri" w:hAnsi="Calibri" w:cs="Arial"/>
              </w:rPr>
              <w:t xml:space="preserve"> </w:t>
            </w:r>
          </w:p>
          <w:p w:rsidR="00B841DD" w:rsidRPr="00F071FB" w:rsidRDefault="00B841DD" w:rsidP="00B841DD">
            <w:pPr>
              <w:tabs>
                <w:tab w:val="left" w:pos="1428"/>
              </w:tabs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ab/>
            </w:r>
          </w:p>
          <w:p w:rsidR="00B841DD" w:rsidRPr="00056B16" w:rsidRDefault="00B841DD" w:rsidP="00B841DD">
            <w:pPr>
              <w:ind w:left="720"/>
              <w:rPr>
                <w:rFonts w:ascii="Cambria" w:hAnsi="Cambria"/>
              </w:rPr>
            </w:pPr>
            <w:r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520190" cy="1520190"/>
                  <wp:effectExtent l="0" t="0" r="0" b="0"/>
                  <wp:docPr id="6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Pr="00056B16" w:rsidRDefault="00B841DD" w:rsidP="00B841DD">
            <w:pPr>
              <w:rPr>
                <w:rFonts w:ascii="Calibri" w:hAnsi="Calibri" w:cs="Calibri"/>
              </w:rPr>
            </w:pPr>
          </w:p>
        </w:tc>
      </w:tr>
      <w:tr w:rsidR="00B841DD" w:rsidRPr="00DB0204" w:rsidTr="00B841DD">
        <w:tc>
          <w:tcPr>
            <w:tcW w:w="5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841DD">
              <w:rPr>
                <w:rFonts w:ascii="Calibri" w:hAnsi="Calibri" w:cs="Arial"/>
              </w:rPr>
              <w:t>11) Find the measure of the indicated angle.</w:t>
            </w:r>
          </w:p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841DD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2410460" cy="1128395"/>
                  <wp:effectExtent l="19050" t="0" r="8890" b="0"/>
                  <wp:docPr id="1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11336" b="1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460" cy="112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B841DD" w:rsidP="00CF6299">
            <w:pPr>
              <w:rPr>
                <w:rFonts w:ascii="Cambria" w:hAnsi="Cambria"/>
              </w:rPr>
            </w:pPr>
            <w:r w:rsidRPr="00B841DD">
              <w:rPr>
                <w:rFonts w:ascii="Cambria" w:hAnsi="Cambria"/>
              </w:rPr>
              <w:t xml:space="preserve">12) The area of a triangle is </w:t>
            </w:r>
            <w:proofErr w:type="gramStart"/>
            <w:r w:rsidRPr="00B841DD">
              <w:rPr>
                <w:rFonts w:ascii="Cambria" w:hAnsi="Cambria"/>
              </w:rPr>
              <w:t>120 ft.2</w:t>
            </w:r>
            <w:proofErr w:type="gramEnd"/>
            <w:r w:rsidRPr="00B841DD">
              <w:rPr>
                <w:rFonts w:ascii="Cambria" w:hAnsi="Cambria"/>
              </w:rPr>
              <w:t>. The base of the triangle is 10 ft. long. What is the height of the triangle?</w:t>
            </w:r>
          </w:p>
        </w:tc>
      </w:tr>
      <w:tr w:rsidR="00B841DD" w:rsidRPr="00DB0204" w:rsidTr="00B841DD">
        <w:tblPrEx>
          <w:tblLook w:val="04A0"/>
        </w:tblPrEx>
        <w:tc>
          <w:tcPr>
            <w:tcW w:w="3728" w:type="dxa"/>
            <w:shd w:val="clear" w:color="auto" w:fill="auto"/>
          </w:tcPr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13</w:t>
            </w:r>
            <w:r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Pr="00DB0204">
              <w:rPr>
                <w:rFonts w:ascii="Calibri" w:hAnsi="Calibri" w:cs="Calibri"/>
                <w:noProof/>
                <w:sz w:val="22"/>
                <w:szCs w:val="22"/>
              </w:rPr>
              <w:t>Find the measure of the indicated angle.</w:t>
            </w:r>
          </w:p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B841DD" w:rsidRDefault="00B841DD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591310" cy="1080770"/>
                  <wp:effectExtent l="19050" t="0" r="8890" b="0"/>
                  <wp:docPr id="1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r="35844" b="17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B841DD" w:rsidRDefault="00B841DD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B841DD" w:rsidRPr="00DB0204" w:rsidRDefault="00B841DD" w:rsidP="00B841DD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672" w:type="dxa"/>
            <w:gridSpan w:val="4"/>
            <w:shd w:val="clear" w:color="auto" w:fill="auto"/>
          </w:tcPr>
          <w:p w:rsidR="00B841DD" w:rsidRPr="00DB0204" w:rsidRDefault="00B841DD" w:rsidP="00CF6299">
            <w:pPr>
              <w:ind w:right="1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14</w:t>
            </w:r>
            <w:r w:rsidRPr="00DB0204">
              <w:rPr>
                <w:rFonts w:ascii="Calibri" w:hAnsi="Calibri" w:cs="Cambria"/>
                <w:sz w:val="22"/>
                <w:szCs w:val="22"/>
              </w:rPr>
              <w:t>)</w:t>
            </w:r>
            <w:r w:rsidRPr="00DB0204">
              <w:rPr>
                <w:rFonts w:ascii="Calibri" w:hAnsi="Calibri" w:cs="Calibri"/>
                <w:sz w:val="22"/>
                <w:szCs w:val="22"/>
              </w:rPr>
              <w:t xml:space="preserve"> Find the angle measure A:</w:t>
            </w:r>
          </w:p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282700" cy="1247140"/>
                  <wp:effectExtent l="19050" t="0" r="0" b="0"/>
                  <wp:docPr id="1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r="61559" b="19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24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0204">
              <w:rPr>
                <w:rFonts w:ascii="Calibri" w:hAnsi="Calibri" w:cs="Cambria"/>
                <w:sz w:val="22"/>
                <w:szCs w:val="22"/>
              </w:rPr>
              <w:t xml:space="preserve"> </w:t>
            </w:r>
          </w:p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672" w:type="dxa"/>
            <w:shd w:val="clear" w:color="auto" w:fill="auto"/>
          </w:tcPr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15</w:t>
            </w:r>
            <w:r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Pr="00DB0204">
              <w:rPr>
                <w:rFonts w:ascii="Calibri" w:hAnsi="Calibri" w:cs="Calibri"/>
                <w:sz w:val="22"/>
                <w:szCs w:val="22"/>
              </w:rPr>
              <w:t>Solve for x:</w:t>
            </w:r>
          </w:p>
          <w:p w:rsidR="00B841DD" w:rsidRPr="00DB0204" w:rsidRDefault="00B841DD" w:rsidP="00CF6299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840865" cy="1199515"/>
                  <wp:effectExtent l="19050" t="0" r="698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199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Pr="00DB0204" w:rsidRDefault="00B841DD" w:rsidP="00CF629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B841DD" w:rsidRPr="00DB0204" w:rsidTr="00B841DD">
        <w:tblPrEx>
          <w:tblLook w:val="00BF"/>
        </w:tblPrEx>
        <w:tc>
          <w:tcPr>
            <w:tcW w:w="5287" w:type="dxa"/>
            <w:gridSpan w:val="3"/>
          </w:tcPr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16</w:t>
            </w:r>
            <w:r w:rsidRPr="00DB0204">
              <w:rPr>
                <w:rFonts w:ascii="Calibri" w:hAnsi="Calibri" w:cs="Arial"/>
                <w:sz w:val="22"/>
                <w:szCs w:val="22"/>
              </w:rPr>
              <w:t>) Angle A of a triangle measures (3x) degrees, angle B measures (10x + 4) degrees, and angle C measures (x) degrees</w:t>
            </w:r>
            <w:proofErr w:type="gramStart"/>
            <w:r w:rsidRPr="00DB0204">
              <w:rPr>
                <w:rFonts w:ascii="Calibri" w:hAnsi="Calibri" w:cs="Arial"/>
                <w:sz w:val="22"/>
                <w:szCs w:val="22"/>
              </w:rPr>
              <w:t xml:space="preserve">.  </w:t>
            </w:r>
            <w:proofErr w:type="gramEnd"/>
            <w:r w:rsidRPr="00DB0204">
              <w:rPr>
                <w:rFonts w:ascii="Calibri" w:hAnsi="Calibri" w:cs="Arial"/>
                <w:sz w:val="22"/>
                <w:szCs w:val="22"/>
              </w:rPr>
              <w:t>What is the measure of angle A?</w:t>
            </w: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5" w:type="dxa"/>
            <w:gridSpan w:val="3"/>
          </w:tcPr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17</w:t>
            </w:r>
            <w:r w:rsidRPr="00DB0204">
              <w:rPr>
                <w:rFonts w:ascii="Calibri" w:hAnsi="Calibri" w:cs="Arial"/>
                <w:sz w:val="22"/>
                <w:szCs w:val="22"/>
              </w:rPr>
              <w:t>) In triangle ABC below, the measure of angle B is 70 degrees, and the measure of angle A is half the measure of Angle B</w:t>
            </w:r>
            <w:proofErr w:type="gramStart"/>
            <w:r w:rsidRPr="00DB0204">
              <w:rPr>
                <w:rFonts w:ascii="Calibri" w:hAnsi="Calibri" w:cs="Arial"/>
                <w:sz w:val="22"/>
                <w:szCs w:val="22"/>
              </w:rPr>
              <w:t xml:space="preserve">.  </w:t>
            </w:r>
            <w:proofErr w:type="gramEnd"/>
            <w:r w:rsidRPr="00DB0204">
              <w:rPr>
                <w:rFonts w:ascii="Calibri" w:hAnsi="Calibri" w:cs="Arial"/>
                <w:sz w:val="22"/>
                <w:szCs w:val="22"/>
              </w:rPr>
              <w:t>What is the measure of angle C?</w:t>
            </w: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  <w:r w:rsidRPr="00DB0204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>
                  <wp:extent cx="2256155" cy="1626870"/>
                  <wp:effectExtent l="1905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6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B841DD" w:rsidRPr="00DB0204" w:rsidRDefault="00B841DD" w:rsidP="00CF6299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137A1" w:rsidRPr="00B841DD" w:rsidRDefault="00E137A1" w:rsidP="009C5306">
      <w:pPr>
        <w:outlineLvl w:val="0"/>
        <w:rPr>
          <w:rFonts w:ascii="Calibri" w:hAnsi="Calibri" w:cs="Cambria"/>
          <w:sz w:val="8"/>
        </w:rPr>
      </w:pPr>
    </w:p>
    <w:sectPr w:rsidR="00E137A1" w:rsidRPr="00B841DD" w:rsidSect="009C5306">
      <w:footerReference w:type="default" r:id="rId2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ED" w:rsidRDefault="00B468ED">
      <w:r>
        <w:separator/>
      </w:r>
    </w:p>
  </w:endnote>
  <w:endnote w:type="continuationSeparator" w:id="0">
    <w:p w:rsidR="00B468ED" w:rsidRDefault="00B46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06" w:rsidRPr="00C43A21" w:rsidRDefault="00C43A21" w:rsidP="00C43A21">
    <w:pPr>
      <w:pStyle w:val="Footer"/>
      <w:jc w:val="center"/>
    </w:pPr>
    <w:r>
      <w:rPr>
        <w:noProof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ED" w:rsidRDefault="00B468ED">
      <w:r>
        <w:separator/>
      </w:r>
    </w:p>
  </w:footnote>
  <w:footnote w:type="continuationSeparator" w:id="0">
    <w:p w:rsidR="00B468ED" w:rsidRDefault="00B46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19"/>
  </w:num>
  <w:num w:numId="12">
    <w:abstractNumId w:val="6"/>
  </w:num>
  <w:num w:numId="13">
    <w:abstractNumId w:val="1"/>
  </w:num>
  <w:num w:numId="14">
    <w:abstractNumId w:val="21"/>
  </w:num>
  <w:num w:numId="15">
    <w:abstractNumId w:val="11"/>
  </w:num>
  <w:num w:numId="16">
    <w:abstractNumId w:val="18"/>
  </w:num>
  <w:num w:numId="17">
    <w:abstractNumId w:val="14"/>
  </w:num>
  <w:num w:numId="18">
    <w:abstractNumId w:val="2"/>
  </w:num>
  <w:num w:numId="19">
    <w:abstractNumId w:val="12"/>
  </w:num>
  <w:num w:numId="20">
    <w:abstractNumId w:val="24"/>
  </w:num>
  <w:num w:numId="21">
    <w:abstractNumId w:val="5"/>
  </w:num>
  <w:num w:numId="22">
    <w:abstractNumId w:val="0"/>
  </w:num>
  <w:num w:numId="23">
    <w:abstractNumId w:val="16"/>
  </w:num>
  <w:num w:numId="24">
    <w:abstractNumId w:val="4"/>
  </w:num>
  <w:num w:numId="25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07768"/>
    <w:rsid w:val="00056B16"/>
    <w:rsid w:val="00092323"/>
    <w:rsid w:val="001238FF"/>
    <w:rsid w:val="00193AA0"/>
    <w:rsid w:val="001C2A6E"/>
    <w:rsid w:val="002F5CA4"/>
    <w:rsid w:val="003235A4"/>
    <w:rsid w:val="00356710"/>
    <w:rsid w:val="003744C6"/>
    <w:rsid w:val="0045307A"/>
    <w:rsid w:val="004E1D65"/>
    <w:rsid w:val="004F4694"/>
    <w:rsid w:val="004F4892"/>
    <w:rsid w:val="00524264"/>
    <w:rsid w:val="005679BC"/>
    <w:rsid w:val="00591002"/>
    <w:rsid w:val="005946EF"/>
    <w:rsid w:val="005D7A8D"/>
    <w:rsid w:val="006053F8"/>
    <w:rsid w:val="00772BAB"/>
    <w:rsid w:val="007817D7"/>
    <w:rsid w:val="007D62A8"/>
    <w:rsid w:val="00817EE1"/>
    <w:rsid w:val="00876E15"/>
    <w:rsid w:val="008A2125"/>
    <w:rsid w:val="008F3DA1"/>
    <w:rsid w:val="00933099"/>
    <w:rsid w:val="009C5306"/>
    <w:rsid w:val="00A05874"/>
    <w:rsid w:val="00A319C7"/>
    <w:rsid w:val="00A61580"/>
    <w:rsid w:val="00A63747"/>
    <w:rsid w:val="00A943BA"/>
    <w:rsid w:val="00B3256E"/>
    <w:rsid w:val="00B468ED"/>
    <w:rsid w:val="00B841DD"/>
    <w:rsid w:val="00BB482B"/>
    <w:rsid w:val="00BE36D3"/>
    <w:rsid w:val="00C023C7"/>
    <w:rsid w:val="00C03D5C"/>
    <w:rsid w:val="00C13CD3"/>
    <w:rsid w:val="00C35146"/>
    <w:rsid w:val="00C351FC"/>
    <w:rsid w:val="00C43A21"/>
    <w:rsid w:val="00C60A52"/>
    <w:rsid w:val="00C87B92"/>
    <w:rsid w:val="00D0517C"/>
    <w:rsid w:val="00D1503F"/>
    <w:rsid w:val="00D50AAE"/>
    <w:rsid w:val="00D67B46"/>
    <w:rsid w:val="00D67C30"/>
    <w:rsid w:val="00D7507B"/>
    <w:rsid w:val="00D87DFE"/>
    <w:rsid w:val="00D94DE9"/>
    <w:rsid w:val="00DA0955"/>
    <w:rsid w:val="00DB0204"/>
    <w:rsid w:val="00DE7BE4"/>
    <w:rsid w:val="00E137A1"/>
    <w:rsid w:val="00E518B6"/>
    <w:rsid w:val="00E83BDA"/>
    <w:rsid w:val="00ED2112"/>
    <w:rsid w:val="00F5198B"/>
    <w:rsid w:val="00FE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4</cp:revision>
  <cp:lastPrinted>2012-10-08T23:09:00Z</cp:lastPrinted>
  <dcterms:created xsi:type="dcterms:W3CDTF">2014-10-27T05:08:00Z</dcterms:created>
  <dcterms:modified xsi:type="dcterms:W3CDTF">2014-10-27T05:14:00Z</dcterms:modified>
</cp:coreProperties>
</file>